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36F8DAC7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43D5B">
        <w:rPr>
          <w:rFonts w:ascii="Corbel" w:hAnsi="Corbel"/>
          <w:b/>
          <w:smallCaps/>
          <w:sz w:val="24"/>
          <w:szCs w:val="24"/>
        </w:rPr>
        <w:t>202</w:t>
      </w:r>
      <w:r w:rsidR="00240F26">
        <w:rPr>
          <w:rFonts w:ascii="Corbel" w:hAnsi="Corbel"/>
          <w:b/>
          <w:smallCaps/>
          <w:sz w:val="24"/>
          <w:szCs w:val="24"/>
        </w:rPr>
        <w:t>1</w:t>
      </w:r>
      <w:r w:rsidR="00DC6D0C" w:rsidRPr="00243D5B">
        <w:rPr>
          <w:rFonts w:ascii="Corbel" w:hAnsi="Corbel"/>
          <w:b/>
          <w:smallCaps/>
          <w:sz w:val="24"/>
          <w:szCs w:val="24"/>
        </w:rPr>
        <w:t>-202</w:t>
      </w:r>
      <w:r w:rsidR="00240F26">
        <w:rPr>
          <w:rFonts w:ascii="Corbel" w:hAnsi="Corbel"/>
          <w:b/>
          <w:smallCaps/>
          <w:sz w:val="24"/>
          <w:szCs w:val="24"/>
        </w:rPr>
        <w:t>4</w:t>
      </w:r>
    </w:p>
    <w:p w14:paraId="4FF61B7F" w14:textId="7426FB55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240F2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40F26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proofErr w:type="spellEnd"/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2CF15749" w:rsidR="0085747A" w:rsidRPr="003B3756" w:rsidRDefault="003B3756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B375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="00243D5B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11CE35F9" w:rsidR="00015B8F" w:rsidRPr="009C54AE" w:rsidRDefault="003B37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7777777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 (lub zdalnie z wykorzystaniem platformy Ms </w:t>
      </w:r>
      <w:proofErr w:type="spellStart"/>
      <w:r w:rsidRPr="00694782">
        <w:rPr>
          <w:rStyle w:val="spellingerror"/>
          <w:rFonts w:ascii="Corbel" w:hAnsi="Corbel"/>
        </w:rPr>
        <w:t>Teams</w:t>
      </w:r>
      <w:proofErr w:type="spellEnd"/>
      <w:r w:rsidRPr="00694782">
        <w:rPr>
          <w:rStyle w:val="spellingerror"/>
          <w:rFonts w:ascii="Corbel" w:hAnsi="Corbel"/>
        </w:rPr>
        <w:t>)</w:t>
      </w:r>
      <w:r w:rsidRPr="006947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1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</w:t>
            </w:r>
            <w:proofErr w:type="spellStart"/>
            <w:r w:rsidRPr="007E1974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7E197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). Efektywność w świetle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Teoria kosztów transakcyjnych. Funkcjonowanie oraz zadania sektora publicznego w świetle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 xml:space="preserve">Optymalna ilość dobra publicznego. Optimum </w:t>
            </w:r>
            <w:proofErr w:type="spellStart"/>
            <w:r w:rsidRPr="002977DF">
              <w:rPr>
                <w:rFonts w:ascii="Corbel" w:hAnsi="Corbel"/>
                <w:sz w:val="24"/>
                <w:szCs w:val="24"/>
              </w:rPr>
              <w:t>Paret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B0319D">
        <w:rPr>
          <w:rFonts w:ascii="Corbel" w:hAnsi="Corbel"/>
          <w:sz w:val="23"/>
          <w:szCs w:val="23"/>
        </w:rPr>
        <w:t>Teams</w:t>
      </w:r>
      <w:proofErr w:type="spellEnd"/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09B333DB" w:rsidR="000C56AD" w:rsidRPr="009C54AE" w:rsidRDefault="003B3756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5FFF1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5FFF15D">
              <w:rPr>
                <w:rFonts w:ascii="Corbel" w:hAnsi="Corbel"/>
                <w:sz w:val="24"/>
                <w:szCs w:val="24"/>
              </w:rPr>
              <w:t xml:space="preserve">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131D2577" w:rsidR="000C56AD" w:rsidRPr="009C54AE" w:rsidRDefault="003B3756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</w:t>
            </w:r>
            <w:proofErr w:type="spellEnd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J.E</w:t>
            </w:r>
            <w:proofErr w:type="spellEnd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Kleer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Wydawnictwo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Wydawnictwo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PTE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Oleksiuk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Wosiek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06082" w14:textId="77777777" w:rsidR="0081300C" w:rsidRDefault="0081300C" w:rsidP="00C16ABF">
      <w:pPr>
        <w:spacing w:after="0" w:line="240" w:lineRule="auto"/>
      </w:pPr>
      <w:r>
        <w:separator/>
      </w:r>
    </w:p>
  </w:endnote>
  <w:endnote w:type="continuationSeparator" w:id="0">
    <w:p w14:paraId="6E7A8D72" w14:textId="77777777" w:rsidR="0081300C" w:rsidRDefault="008130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44007" w14:textId="77777777" w:rsidR="0081300C" w:rsidRDefault="0081300C" w:rsidP="00C16ABF">
      <w:pPr>
        <w:spacing w:after="0" w:line="240" w:lineRule="auto"/>
      </w:pPr>
      <w:r>
        <w:separator/>
      </w:r>
    </w:p>
  </w:footnote>
  <w:footnote w:type="continuationSeparator" w:id="0">
    <w:p w14:paraId="30592722" w14:textId="77777777" w:rsidR="0081300C" w:rsidRDefault="0081300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31F0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0F26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B375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0499A"/>
    <w:rsid w:val="0081300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0F21E-AA07-44D8-9CE9-C45C73960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1048</Words>
  <Characters>6290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15</cp:revision>
  <cp:lastPrinted>2020-11-16T08:47:00Z</cp:lastPrinted>
  <dcterms:created xsi:type="dcterms:W3CDTF">2020-11-16T16:19:00Z</dcterms:created>
  <dcterms:modified xsi:type="dcterms:W3CDTF">2021-09-03T08:09:00Z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